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633358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633358" w:rsidP="001009E5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009E5">
              <w:rPr>
                <w:rFonts w:ascii="Arial" w:hAnsi="Arial" w:cs="Arial"/>
                <w:sz w:val="18"/>
                <w:szCs w:val="18"/>
              </w:rPr>
              <w:t>78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633358" w:rsidP="0063335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Ward/Dept: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633358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009E5">
              <w:rPr>
                <w:rFonts w:ascii="Arial" w:hAnsi="Arial" w:cs="Arial"/>
                <w:noProof/>
                <w:sz w:val="18"/>
                <w:szCs w:val="18"/>
              </w:rPr>
              <w:t>Monday, 3 August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33358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1009E5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Global headache associated with dysphasia started on Sunday. C/O numbness on right hand started Wednesday 29/07. Patient reported that she is having memory loss for few days and unable to recall words. Impression: TIA. 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02510B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1939414</wp:posOffset>
                      </wp:positionH>
                      <wp:positionV relativeFrom="paragraph">
                        <wp:posOffset>1844065</wp:posOffset>
                      </wp:positionV>
                      <wp:extent cx="148590" cy="622935"/>
                      <wp:effectExtent l="0" t="0" r="22860" b="24765"/>
                      <wp:wrapNone/>
                      <wp:docPr id="49" name="Freeform 490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8590" cy="622935"/>
                              </a:xfrm>
                              <a:custGeom>
                                <a:avLst/>
                                <a:gdLst>
                                  <a:gd name="T0" fmla="*/ 47 w 234"/>
                                  <a:gd name="T1" fmla="*/ 0 h 1038"/>
                                  <a:gd name="T2" fmla="*/ 225 w 234"/>
                                  <a:gd name="T3" fmla="*/ 439 h 1038"/>
                                  <a:gd name="T4" fmla="*/ 234 w 234"/>
                                  <a:gd name="T5" fmla="*/ 692 h 1038"/>
                                  <a:gd name="T6" fmla="*/ 206 w 234"/>
                                  <a:gd name="T7" fmla="*/ 1038 h 1038"/>
                                  <a:gd name="T8" fmla="*/ 19 w 234"/>
                                  <a:gd name="T9" fmla="*/ 496 h 1038"/>
                                  <a:gd name="T10" fmla="*/ 0 w 234"/>
                                  <a:gd name="T11" fmla="*/ 234 h 1038"/>
                                  <a:gd name="T12" fmla="*/ 47 w 234"/>
                                  <a:gd name="T13" fmla="*/ 0 h 1038"/>
                                  <a:gd name="connsiteX0" fmla="*/ 2409 w 10000"/>
                                  <a:gd name="connsiteY0" fmla="*/ 0 h 9459"/>
                                  <a:gd name="connsiteX1" fmla="*/ 9615 w 10000"/>
                                  <a:gd name="connsiteY1" fmla="*/ 3688 h 9459"/>
                                  <a:gd name="connsiteX2" fmla="*/ 10000 w 10000"/>
                                  <a:gd name="connsiteY2" fmla="*/ 6126 h 9459"/>
                                  <a:gd name="connsiteX3" fmla="*/ 8803 w 10000"/>
                                  <a:gd name="connsiteY3" fmla="*/ 9459 h 9459"/>
                                  <a:gd name="connsiteX4" fmla="*/ 812 w 10000"/>
                                  <a:gd name="connsiteY4" fmla="*/ 4237 h 9459"/>
                                  <a:gd name="connsiteX5" fmla="*/ 0 w 10000"/>
                                  <a:gd name="connsiteY5" fmla="*/ 1713 h 9459"/>
                                  <a:gd name="connsiteX6" fmla="*/ 2409 w 10000"/>
                                  <a:gd name="connsiteY6" fmla="*/ 0 h 9459"/>
                                  <a:gd name="connsiteX0" fmla="*/ 2409 w 10000"/>
                                  <a:gd name="connsiteY0" fmla="*/ 0 h 10000"/>
                                  <a:gd name="connsiteX1" fmla="*/ 8416 w 10000"/>
                                  <a:gd name="connsiteY1" fmla="*/ 3899 h 10000"/>
                                  <a:gd name="connsiteX2" fmla="*/ 10000 w 10000"/>
                                  <a:gd name="connsiteY2" fmla="*/ 6476 h 10000"/>
                                  <a:gd name="connsiteX3" fmla="*/ 8803 w 10000"/>
                                  <a:gd name="connsiteY3" fmla="*/ 10000 h 10000"/>
                                  <a:gd name="connsiteX4" fmla="*/ 812 w 10000"/>
                                  <a:gd name="connsiteY4" fmla="*/ 4479 h 10000"/>
                                  <a:gd name="connsiteX5" fmla="*/ 0 w 10000"/>
                                  <a:gd name="connsiteY5" fmla="*/ 1811 h 10000"/>
                                  <a:gd name="connsiteX6" fmla="*/ 2409 w 10000"/>
                                  <a:gd name="connsiteY6" fmla="*/ 0 h 10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000" h="10000">
                                    <a:moveTo>
                                      <a:pt x="2409" y="0"/>
                                    </a:moveTo>
                                    <a:lnTo>
                                      <a:pt x="8416" y="3899"/>
                                    </a:lnTo>
                                    <a:cubicBezTo>
                                      <a:pt x="8544" y="4758"/>
                                      <a:pt x="9872" y="5617"/>
                                      <a:pt x="10000" y="6476"/>
                                    </a:cubicBezTo>
                                    <a:lnTo>
                                      <a:pt x="8803" y="10000"/>
                                    </a:lnTo>
                                    <a:lnTo>
                                      <a:pt x="812" y="4479"/>
                                    </a:lnTo>
                                    <a:lnTo>
                                      <a:pt x="0" y="1811"/>
                                    </a:lnTo>
                                    <a:lnTo>
                                      <a:pt x="2409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D7201E" id="Freeform 490" o:spid="_x0000_s1026" alt="Granite" style="position:absolute;margin-left:152.7pt;margin-top:145.2pt;width:11.7pt;height:49.0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10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" path="m2409,l8416,3899v128,859,1456,1718,1584,2577l8803,10000,812,4479,,1811,2409,xe">
                      <v:fill r:id="rId7" o:title="Granite" recolor="t" type="tile"/>
                      <v:path arrowok="t" o:connecttype="custom" o:connectlocs="35795,0;125053,242882;148590,403413;130804,622935;12066,279013;0,112814;35795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4011658</wp:posOffset>
                      </wp:positionH>
                      <wp:positionV relativeFrom="paragraph">
                        <wp:posOffset>1998444</wp:posOffset>
                      </wp:positionV>
                      <wp:extent cx="160663" cy="409575"/>
                      <wp:effectExtent l="0" t="0" r="10795" b="28575"/>
                      <wp:wrapNone/>
                      <wp:docPr id="48" name="Freeform 4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0663" cy="409575"/>
                              </a:xfrm>
                              <a:custGeom>
                                <a:avLst/>
                                <a:gdLst>
                                  <a:gd name="T0" fmla="*/ 206 w 281"/>
                                  <a:gd name="T1" fmla="*/ 645 h 645"/>
                                  <a:gd name="T2" fmla="*/ 28 w 281"/>
                                  <a:gd name="T3" fmla="*/ 505 h 645"/>
                                  <a:gd name="T4" fmla="*/ 0 w 281"/>
                                  <a:gd name="T5" fmla="*/ 365 h 645"/>
                                  <a:gd name="T6" fmla="*/ 28 w 281"/>
                                  <a:gd name="T7" fmla="*/ 225 h 645"/>
                                  <a:gd name="T8" fmla="*/ 131 w 281"/>
                                  <a:gd name="T9" fmla="*/ 122 h 645"/>
                                  <a:gd name="T10" fmla="*/ 281 w 281"/>
                                  <a:gd name="T11" fmla="*/ 0 h 645"/>
                                  <a:gd name="T12" fmla="*/ 253 w 281"/>
                                  <a:gd name="T13" fmla="*/ 514 h 645"/>
                                  <a:gd name="T14" fmla="*/ 206 w 281"/>
                                  <a:gd name="T15" fmla="*/ 645 h 645"/>
                                  <a:gd name="connsiteX0" fmla="*/ 7331 w 10000"/>
                                  <a:gd name="connsiteY0" fmla="*/ 10000 h 10000"/>
                                  <a:gd name="connsiteX1" fmla="*/ 996 w 10000"/>
                                  <a:gd name="connsiteY1" fmla="*/ 7829 h 10000"/>
                                  <a:gd name="connsiteX2" fmla="*/ 0 w 10000"/>
                                  <a:gd name="connsiteY2" fmla="*/ 5659 h 10000"/>
                                  <a:gd name="connsiteX3" fmla="*/ 2660 w 10000"/>
                                  <a:gd name="connsiteY3" fmla="*/ 3488 h 10000"/>
                                  <a:gd name="connsiteX4" fmla="*/ 4662 w 10000"/>
                                  <a:gd name="connsiteY4" fmla="*/ 1891 h 10000"/>
                                  <a:gd name="connsiteX5" fmla="*/ 10000 w 10000"/>
                                  <a:gd name="connsiteY5" fmla="*/ 0 h 10000"/>
                                  <a:gd name="connsiteX6" fmla="*/ 9004 w 10000"/>
                                  <a:gd name="connsiteY6" fmla="*/ 7969 h 10000"/>
                                  <a:gd name="connsiteX7" fmla="*/ 7331 w 10000"/>
                                  <a:gd name="connsiteY7" fmla="*/ 10000 h 10000"/>
                                  <a:gd name="connsiteX0" fmla="*/ 6335 w 9004"/>
                                  <a:gd name="connsiteY0" fmla="*/ 10000 h 10000"/>
                                  <a:gd name="connsiteX1" fmla="*/ 0 w 9004"/>
                                  <a:gd name="connsiteY1" fmla="*/ 7829 h 10000"/>
                                  <a:gd name="connsiteX2" fmla="*/ 2 w 9004"/>
                                  <a:gd name="connsiteY2" fmla="*/ 6094 h 10000"/>
                                  <a:gd name="connsiteX3" fmla="*/ 1664 w 9004"/>
                                  <a:gd name="connsiteY3" fmla="*/ 3488 h 10000"/>
                                  <a:gd name="connsiteX4" fmla="*/ 3666 w 9004"/>
                                  <a:gd name="connsiteY4" fmla="*/ 1891 h 10000"/>
                                  <a:gd name="connsiteX5" fmla="*/ 9004 w 9004"/>
                                  <a:gd name="connsiteY5" fmla="*/ 0 h 10000"/>
                                  <a:gd name="connsiteX6" fmla="*/ 8008 w 9004"/>
                                  <a:gd name="connsiteY6" fmla="*/ 7969 h 10000"/>
                                  <a:gd name="connsiteX7" fmla="*/ 6335 w 9004"/>
                                  <a:gd name="connsiteY7" fmla="*/ 10000 h 10000"/>
                                  <a:gd name="connsiteX0" fmla="*/ 7036 w 10000"/>
                                  <a:gd name="connsiteY0" fmla="*/ 10000 h 10000"/>
                                  <a:gd name="connsiteX1" fmla="*/ 0 w 10000"/>
                                  <a:gd name="connsiteY1" fmla="*/ 7829 h 10000"/>
                                  <a:gd name="connsiteX2" fmla="*/ 2 w 10000"/>
                                  <a:gd name="connsiteY2" fmla="*/ 6094 h 10000"/>
                                  <a:gd name="connsiteX3" fmla="*/ 1848 w 10000"/>
                                  <a:gd name="connsiteY3" fmla="*/ 3488 h 10000"/>
                                  <a:gd name="connsiteX4" fmla="*/ 4072 w 10000"/>
                                  <a:gd name="connsiteY4" fmla="*/ 1891 h 10000"/>
                                  <a:gd name="connsiteX5" fmla="*/ 10000 w 10000"/>
                                  <a:gd name="connsiteY5" fmla="*/ 0 h 10000"/>
                                  <a:gd name="connsiteX6" fmla="*/ 8894 w 10000"/>
                                  <a:gd name="connsiteY6" fmla="*/ 7969 h 10000"/>
                                  <a:gd name="connsiteX7" fmla="*/ 7036 w 10000"/>
                                  <a:gd name="connsiteY7" fmla="*/ 10000 h 10000"/>
                                  <a:gd name="connsiteX0" fmla="*/ 7036 w 10000"/>
                                  <a:gd name="connsiteY0" fmla="*/ 10000 h 10000"/>
                                  <a:gd name="connsiteX1" fmla="*/ 0 w 10000"/>
                                  <a:gd name="connsiteY1" fmla="*/ 7829 h 10000"/>
                                  <a:gd name="connsiteX2" fmla="*/ 2 w 10000"/>
                                  <a:gd name="connsiteY2" fmla="*/ 6094 h 10000"/>
                                  <a:gd name="connsiteX3" fmla="*/ 739 w 10000"/>
                                  <a:gd name="connsiteY3" fmla="*/ 3053 h 10000"/>
                                  <a:gd name="connsiteX4" fmla="*/ 4072 w 10000"/>
                                  <a:gd name="connsiteY4" fmla="*/ 1891 h 10000"/>
                                  <a:gd name="connsiteX5" fmla="*/ 10000 w 10000"/>
                                  <a:gd name="connsiteY5" fmla="*/ 0 h 10000"/>
                                  <a:gd name="connsiteX6" fmla="*/ 8894 w 10000"/>
                                  <a:gd name="connsiteY6" fmla="*/ 7969 h 10000"/>
                                  <a:gd name="connsiteX7" fmla="*/ 7036 w 10000"/>
                                  <a:gd name="connsiteY7" fmla="*/ 10000 h 10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0000" h="10000">
                                    <a:moveTo>
                                      <a:pt x="7036" y="10000"/>
                                    </a:moveTo>
                                    <a:lnTo>
                                      <a:pt x="0" y="7829"/>
                                    </a:lnTo>
                                    <a:cubicBezTo>
                                      <a:pt x="1" y="7251"/>
                                      <a:pt x="1" y="6672"/>
                                      <a:pt x="2" y="6094"/>
                                    </a:cubicBezTo>
                                    <a:lnTo>
                                      <a:pt x="739" y="3053"/>
                                    </a:lnTo>
                                    <a:lnTo>
                                      <a:pt x="4072" y="1891"/>
                                    </a:lnTo>
                                    <a:lnTo>
                                      <a:pt x="10000" y="0"/>
                                    </a:lnTo>
                                    <a:lnTo>
                                      <a:pt x="8894" y="7969"/>
                                    </a:lnTo>
                                    <a:lnTo>
                                      <a:pt x="7036" y="1000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599FA8" id="Freeform 489" o:spid="_x0000_s1026" alt="Granite" style="position:absolute;margin-left:315.9pt;margin-top:157.35pt;width:12.65pt;height:32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10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" path="m7036,10000l,7829c1,7251,1,6672,2,6094l739,3053,4072,1891,10000,,8894,7969,7036,10000xe">
                      <v:fill r:id="rId7" o:title="Granite" recolor="t" type="tile"/>
                      <v:path arrowok="t" o:connecttype="custom" o:connectlocs="113042,409575;0,320656;32,249595;11873,125043;65422,77451;160663,0;142894,326390;113042,409575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3821653</wp:posOffset>
                      </wp:positionH>
                      <wp:positionV relativeFrom="paragraph">
                        <wp:posOffset>2016257</wp:posOffset>
                      </wp:positionV>
                      <wp:extent cx="83127" cy="308758"/>
                      <wp:effectExtent l="19050" t="38100" r="12700" b="53340"/>
                      <wp:wrapNone/>
                      <wp:docPr id="50" name="Freeform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127" cy="308758"/>
                              </a:xfrm>
                              <a:custGeom>
                                <a:avLst/>
                                <a:gdLst>
                                  <a:gd name="connsiteX0" fmla="*/ 35626 w 83127"/>
                                  <a:gd name="connsiteY0" fmla="*/ 0 h 308758"/>
                                  <a:gd name="connsiteX1" fmla="*/ 83127 w 83127"/>
                                  <a:gd name="connsiteY1" fmla="*/ 136566 h 308758"/>
                                  <a:gd name="connsiteX2" fmla="*/ 53439 w 83127"/>
                                  <a:gd name="connsiteY2" fmla="*/ 243444 h 308758"/>
                                  <a:gd name="connsiteX3" fmla="*/ 0 w 83127"/>
                                  <a:gd name="connsiteY3" fmla="*/ 308758 h 308758"/>
                                  <a:gd name="connsiteX4" fmla="*/ 35626 w 83127"/>
                                  <a:gd name="connsiteY4" fmla="*/ 0 h 3087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83127" h="308758">
                                    <a:moveTo>
                                      <a:pt x="35626" y="0"/>
                                    </a:moveTo>
                                    <a:lnTo>
                                      <a:pt x="83127" y="136566"/>
                                    </a:lnTo>
                                    <a:lnTo>
                                      <a:pt x="53439" y="243444"/>
                                    </a:lnTo>
                                    <a:lnTo>
                                      <a:pt x="0" y="308758"/>
                                    </a:lnTo>
                                    <a:lnTo>
                                      <a:pt x="35626" y="0"/>
                                    </a:lnTo>
                                    <a:close/>
                                  </a:path>
                                </a:pathLst>
                              </a:custGeom>
                              <a:blipFill>
                                <a:blip r:embed="rId6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E7F036" id="Freeform 50" o:spid="_x0000_s1026" style="position:absolute;margin-left:300.9pt;margin-top:158.75pt;width:6.55pt;height:24.3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3127,3087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" path="m35626,l83127,136566,53439,243444,,308758,35626,xe" strokecolor="black [3213]">
                      <v:fill r:id="rId7" o:title="" recolor="t" rotate="t" type="tile"/>
                      <v:stroke joinstyle="miter"/>
                      <v:path arrowok="t" o:connecttype="custom" o:connectlocs="35626,0;83127,136566;53439,243444;0,308758;35626,0" o:connectangles="0,0,0,0,0"/>
                    </v:shape>
                  </w:pict>
                </mc:Fallback>
              </mc:AlternateContent>
            </w:r>
            <w:r w:rsidR="001009E5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635" r="1905" b="8890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1009E5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1009E5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09E5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1270" r="3810" b="8255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1009E5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1009E5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09E5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3175" r="5715" b="6350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1009E5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1009E5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09E5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3810" r="7620" b="5715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1009E5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1009E5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09E5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1270" r="5080" b="6350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1009E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1009E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1009E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1009E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09E5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6985" r="0" b="63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1009E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146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1009E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53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1009E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146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1009E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09E5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3810" r="2540" b="12065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6B598B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="001009E5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3810" r="0" b="381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1009E5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8890" r="6350" b="15240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FA6165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1009E5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2065" r="31115" b="10795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D00FC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12065" r="5715" b="1206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AFCC4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9525" r="5715" b="14605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822662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10160" r="11430" b="13970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B6EBA3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009E5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009E5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009E5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009E5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009E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&lt;40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009E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50-59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1009E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1009E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009E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009E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1009E5">
              <w:rPr>
                <w:rFonts w:ascii="Arial" w:hAnsi="Arial" w:cs="Arial"/>
                <w:sz w:val="18"/>
                <w:szCs w:val="20"/>
              </w:rPr>
              <w:t xml:space="preserve"> Normal subclavian flow. No thickening of the intima-media layer.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1009E5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1009E5">
              <w:rPr>
                <w:rFonts w:ascii="Arial" w:hAnsi="Arial"/>
                <w:bCs/>
                <w:sz w:val="18"/>
                <w:szCs w:val="18"/>
              </w:rPr>
              <w:t xml:space="preserve"> There is a 50-59% stenosis at the ICA origin that measures 1.0cm in length. No atheroma seen at the jawline. </w:t>
            </w:r>
            <w:r w:rsidR="001009E5">
              <w:rPr>
                <w:rFonts w:ascii="Arial" w:hAnsi="Arial" w:cs="Arial"/>
                <w:sz w:val="18"/>
                <w:szCs w:val="20"/>
              </w:rPr>
              <w:t>Normal subclavian flow. No thickening of the intima-media layer.</w:t>
            </w:r>
          </w:p>
          <w:p w:rsidR="001009E5" w:rsidRPr="00BE67C6" w:rsidRDefault="001009E5" w:rsidP="001009E5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1009E5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9E5" w:rsidRDefault="001009E5">
      <w:r>
        <w:separator/>
      </w:r>
    </w:p>
  </w:endnote>
  <w:endnote w:type="continuationSeparator" w:id="0">
    <w:p w:rsidR="001009E5" w:rsidRDefault="00100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9E5" w:rsidRDefault="001009E5">
      <w:r>
        <w:separator/>
      </w:r>
    </w:p>
  </w:footnote>
  <w:footnote w:type="continuationSeparator" w:id="0">
    <w:p w:rsidR="001009E5" w:rsidRDefault="00100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1009E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E5"/>
    <w:rsid w:val="000071E8"/>
    <w:rsid w:val="0002510B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09E5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358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26A89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4939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D26A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26A89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142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2020-08-07T09:03:00Z</dcterms:created>
  <dcterms:modified xsi:type="dcterms:W3CDTF">2020-08-07T09:03:00Z</dcterms:modified>
</cp:coreProperties>
</file>